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39A1371A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561E48">
        <w:rPr>
          <w:b/>
          <w:bCs/>
          <w:sz w:val="20"/>
        </w:rPr>
        <w:t>2024/25</w:t>
      </w:r>
      <w:bookmarkStart w:id="0" w:name="_GoBack"/>
      <w:bookmarkEnd w:id="0"/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lW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</w:t>
      </w:r>
      <w:proofErr w:type="spellStart"/>
      <w:proofErr w:type="gramStart"/>
      <w:r w:rsidR="00E350CA" w:rsidRPr="00D018C3">
        <w:rPr>
          <w:rFonts w:eastAsia="Calibri"/>
          <w:sz w:val="20"/>
          <w:szCs w:val="20"/>
        </w:rPr>
        <w:t>hiliseima</w:t>
      </w:r>
      <w:proofErr w:type="spellEnd"/>
      <w:proofErr w:type="gram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digitaalallkirja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kuupäev</w:t>
      </w:r>
      <w:proofErr w:type="spellEnd"/>
      <w:r w:rsidR="00E350CA" w:rsidRPr="00D018C3">
        <w:rPr>
          <w:rFonts w:eastAsia="Calibri"/>
          <w:sz w:val="20"/>
          <w:szCs w:val="20"/>
        </w:rPr>
        <w:t>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1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CommentTex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proofErr w:type="spellStart"/>
            <w:r w:rsidR="00DA637A" w:rsidRPr="00D018C3">
              <w:rPr>
                <w:sz w:val="20"/>
              </w:rPr>
              <w:t>Sagadi</w:t>
            </w:r>
            <w:proofErr w:type="spellEnd"/>
            <w:r w:rsidR="00DA637A" w:rsidRPr="00D018C3">
              <w:rPr>
                <w:sz w:val="20"/>
              </w:rPr>
              <w:t xml:space="preserve">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y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y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028D753F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11DC93C662849EF98D1A3837B03030A"/>
                </w:placeholder>
                <w:date w:fullDate="2023-05-11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613BF" w:rsidRPr="00D018C3">
                  <w:rPr>
                    <w:rFonts w:eastAsia="Calibri"/>
                    <w:sz w:val="20"/>
                  </w:rPr>
                  <w:t>11.05.2023</w:t>
                </w:r>
              </w:sdtContent>
            </w:sdt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1-5/41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CA4413" w:rsidRPr="00D018C3" w14:paraId="4DFB3757" w14:textId="77777777" w:rsidTr="00CA4413">
        <w:tc>
          <w:tcPr>
            <w:tcW w:w="3920" w:type="dxa"/>
          </w:tcPr>
          <w:p w14:paraId="330DB9B2" w14:textId="77777777" w:rsidR="00CA4413" w:rsidRPr="00BB58BB" w:rsidRDefault="00CA4413" w:rsidP="00CA4413">
            <w:pPr>
              <w:rPr>
                <w:sz w:val="20"/>
              </w:rPr>
            </w:pPr>
            <w:r w:rsidRPr="00BB58BB">
              <w:rPr>
                <w:sz w:val="20"/>
              </w:rPr>
              <w:t xml:space="preserve">Osaühing </w:t>
            </w:r>
            <w:r>
              <w:rPr>
                <w:sz w:val="20"/>
              </w:rPr>
              <w:t>Expertline</w:t>
            </w:r>
          </w:p>
          <w:p w14:paraId="7104C5A1" w14:textId="02E1FF59" w:rsidR="00CA4413" w:rsidRPr="00D018C3" w:rsidRDefault="00CA4413" w:rsidP="00CA4413">
            <w:pPr>
              <w:rPr>
                <w:sz w:val="20"/>
              </w:rPr>
            </w:pPr>
          </w:p>
        </w:tc>
        <w:tc>
          <w:tcPr>
            <w:tcW w:w="3877" w:type="dxa"/>
          </w:tcPr>
          <w:p w14:paraId="14E64A9A" w14:textId="77777777" w:rsidR="00CA4413" w:rsidRPr="00BB58BB" w:rsidRDefault="00CA4413" w:rsidP="00CA4413">
            <w:pPr>
              <w:rPr>
                <w:bCs/>
                <w:sz w:val="20"/>
              </w:rPr>
            </w:pPr>
            <w:proofErr w:type="spellStart"/>
            <w:r w:rsidRPr="00BB58BB">
              <w:rPr>
                <w:bCs/>
                <w:sz w:val="20"/>
              </w:rPr>
              <w:t>Reg</w:t>
            </w:r>
            <w:proofErr w:type="spellEnd"/>
            <w:r w:rsidRPr="00BB58BB">
              <w:rPr>
                <w:bCs/>
                <w:sz w:val="20"/>
              </w:rPr>
              <w:t xml:space="preserve"> kood </w:t>
            </w:r>
            <w:r w:rsidRPr="00BC12E3">
              <w:rPr>
                <w:bCs/>
                <w:sz w:val="20"/>
              </w:rPr>
              <w:t>11095481</w:t>
            </w:r>
          </w:p>
          <w:p w14:paraId="61C8AED0" w14:textId="77777777" w:rsidR="00CA4413" w:rsidRDefault="00CA4413" w:rsidP="00CA441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Metsa 18-5, Iisaku, 41101</w:t>
            </w:r>
          </w:p>
          <w:p w14:paraId="5F1EAB18" w14:textId="6AE75C98" w:rsidR="00CA4413" w:rsidRPr="00D018C3" w:rsidRDefault="00CA4413" w:rsidP="00CA441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Ida- Viru maakond</w:t>
            </w:r>
          </w:p>
        </w:tc>
        <w:tc>
          <w:tcPr>
            <w:tcW w:w="2232" w:type="dxa"/>
          </w:tcPr>
          <w:p w14:paraId="3696B06E" w14:textId="48D816CC" w:rsidR="00CA4413" w:rsidRPr="00D018C3" w:rsidRDefault="00CA4413" w:rsidP="00CA4413">
            <w:pPr>
              <w:rPr>
                <w:bCs/>
                <w:sz w:val="20"/>
              </w:rPr>
            </w:pPr>
            <w:r>
              <w:t xml:space="preserve">e-post </w:t>
            </w:r>
            <w:hyperlink r:id="rId13" w:history="1">
              <w:r w:rsidRPr="00BC12E3">
                <w:rPr>
                  <w:rStyle w:val="Hyperlink"/>
                  <w:i/>
                  <w:sz w:val="20"/>
                </w:rPr>
                <w:t>expertline.arved@gmail.com</w:t>
              </w:r>
            </w:hyperlink>
            <w:r w:rsidRPr="00BC12E3">
              <w:rPr>
                <w:i/>
                <w:sz w:val="20"/>
              </w:rPr>
              <w:t xml:space="preserve"> </w:t>
            </w:r>
          </w:p>
        </w:tc>
      </w:tr>
      <w:tr w:rsidR="00CA4413" w:rsidRPr="00D018C3" w14:paraId="7F7BAED8" w14:textId="77777777" w:rsidTr="00CA4413">
        <w:tc>
          <w:tcPr>
            <w:tcW w:w="3920" w:type="dxa"/>
          </w:tcPr>
          <w:p w14:paraId="3986D41B" w14:textId="12108650" w:rsidR="00CA4413" w:rsidRPr="00D018C3" w:rsidRDefault="00CA4413" w:rsidP="00CA4413">
            <w:pPr>
              <w:rPr>
                <w:sz w:val="20"/>
              </w:rPr>
            </w:pPr>
            <w:r w:rsidRPr="004E6691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520C4978" w14:textId="7851AF1D" w:rsidR="00CA4413" w:rsidRPr="00D018C3" w:rsidRDefault="00CA4413" w:rsidP="00CA4413">
            <w:pPr>
              <w:rPr>
                <w:bCs/>
                <w:sz w:val="20"/>
              </w:rPr>
            </w:pPr>
            <w:r w:rsidRPr="004E6691">
              <w:rPr>
                <w:sz w:val="20"/>
              </w:rPr>
              <w:t xml:space="preserve">Juhatuse liige </w:t>
            </w:r>
            <w:r w:rsidRPr="002A7275">
              <w:rPr>
                <w:bCs/>
                <w:sz w:val="20"/>
              </w:rPr>
              <w:t>Andres Pärnpuu</w:t>
            </w:r>
          </w:p>
        </w:tc>
        <w:tc>
          <w:tcPr>
            <w:tcW w:w="2232" w:type="dxa"/>
          </w:tcPr>
          <w:p w14:paraId="3C6B67D8" w14:textId="594355C5" w:rsidR="00CA4413" w:rsidRPr="00D018C3" w:rsidRDefault="00CA4413" w:rsidP="00CA4413">
            <w:pPr>
              <w:rPr>
                <w:bCs/>
                <w:sz w:val="20"/>
              </w:rPr>
            </w:pPr>
            <w:r w:rsidRPr="004E6691">
              <w:rPr>
                <w:noProof/>
                <w:color w:val="000000"/>
                <w:sz w:val="20"/>
              </w:rPr>
              <w:t xml:space="preserve">Tel </w:t>
            </w:r>
            <w:r w:rsidRPr="00BC12E3">
              <w:rPr>
                <w:bCs/>
                <w:sz w:val="20"/>
              </w:rPr>
              <w:t>53411609</w:t>
            </w:r>
            <w:r w:rsidRPr="004E6691">
              <w:rPr>
                <w:noProof/>
                <w:color w:val="000000"/>
                <w:sz w:val="20"/>
              </w:rPr>
              <w:br/>
            </w:r>
          </w:p>
        </w:tc>
      </w:tr>
      <w:tr w:rsidR="00CA4413" w:rsidRPr="00D018C3" w14:paraId="6EC5CC10" w14:textId="77777777" w:rsidTr="00CA4413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501AE7D4" w:rsidR="00CA4413" w:rsidRPr="00D018C3" w:rsidRDefault="00CA4413" w:rsidP="00CA4413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 w:rsidRPr="002A7275">
              <w:rPr>
                <w:bCs/>
                <w:sz w:val="20"/>
              </w:rPr>
              <w:t>Notariaalne volikiri</w:t>
            </w:r>
          </w:p>
        </w:tc>
      </w:tr>
      <w:bookmarkEnd w:id="1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</w:t>
      </w:r>
      <w:proofErr w:type="spellStart"/>
      <w:r w:rsidR="001A043B" w:rsidRPr="00D018C3">
        <w:rPr>
          <w:sz w:val="20"/>
        </w:rPr>
        <w:t>Incoterms</w:t>
      </w:r>
      <w:proofErr w:type="spellEnd"/>
      <w:r w:rsidR="001A043B" w:rsidRPr="00D018C3">
        <w:rPr>
          <w:sz w:val="20"/>
        </w:rPr>
        <w:t xml:space="preserve">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9D5D035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</w:t>
      </w:r>
      <w:proofErr w:type="spellStart"/>
      <w:r w:rsidR="003412C1" w:rsidRPr="00D018C3">
        <w:rPr>
          <w:sz w:val="20"/>
        </w:rPr>
        <w:t>ga</w:t>
      </w:r>
      <w:proofErr w:type="spellEnd"/>
      <w:r w:rsidR="003412C1" w:rsidRPr="00D018C3">
        <w:rPr>
          <w:sz w:val="20"/>
        </w:rPr>
        <w:t xml:space="preserve">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>EVR-</w:t>
      </w:r>
      <w:proofErr w:type="spellStart"/>
      <w:r w:rsidR="00611367" w:rsidRPr="00D018C3">
        <w:rPr>
          <w:sz w:val="20"/>
        </w:rPr>
        <w:t>ga</w:t>
      </w:r>
      <w:proofErr w:type="spellEnd"/>
      <w:r w:rsidR="00611367" w:rsidRPr="00D018C3">
        <w:rPr>
          <w:sz w:val="20"/>
        </w:rPr>
        <w:t xml:space="preserve">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aadressile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2" w:name="OLE_LINK2"/>
      <w:bookmarkStart w:id="3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2"/>
      <w:bookmarkEnd w:id="3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lastRenderedPageBreak/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</w:t>
      </w:r>
      <w:proofErr w:type="spellStart"/>
      <w:r w:rsidR="005253F3" w:rsidRPr="00D018C3">
        <w:rPr>
          <w:sz w:val="20"/>
        </w:rPr>
        <w:t>üleantava</w:t>
      </w:r>
      <w:proofErr w:type="spellEnd"/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767F65CD" w14:textId="77777777" w:rsidR="00293770" w:rsidRPr="00D018C3" w:rsidRDefault="00D4333E" w:rsidP="00A1317E">
      <w:pPr>
        <w:pStyle w:val="Pealkiri21"/>
        <w:rPr>
          <w:sz w:val="20"/>
        </w:rPr>
      </w:pPr>
      <w:r w:rsidRPr="00D018C3">
        <w:rPr>
          <w:i/>
          <w:sz w:val="20"/>
        </w:rPr>
        <w:t>Müüja</w:t>
      </w:r>
      <w:r w:rsidR="005253F3" w:rsidRPr="00D018C3">
        <w:rPr>
          <w:sz w:val="20"/>
        </w:rPr>
        <w:t xml:space="preserve"> poolne </w:t>
      </w:r>
      <w:r w:rsidR="00AC7315" w:rsidRPr="00D018C3">
        <w:rPr>
          <w:i/>
          <w:sz w:val="20"/>
        </w:rPr>
        <w:t>m</w:t>
      </w:r>
      <w:r w:rsidRPr="00D018C3">
        <w:rPr>
          <w:i/>
          <w:sz w:val="20"/>
        </w:rPr>
        <w:t>etsamaterjal</w:t>
      </w:r>
      <w:r w:rsidR="005253F3" w:rsidRPr="00D018C3">
        <w:rPr>
          <w:i/>
          <w:sz w:val="20"/>
        </w:rPr>
        <w:t>i</w:t>
      </w:r>
      <w:r w:rsidR="005253F3" w:rsidRPr="00D018C3">
        <w:rPr>
          <w:sz w:val="20"/>
        </w:rPr>
        <w:t xml:space="preserve"> </w:t>
      </w:r>
      <w:r w:rsidR="00AC7315" w:rsidRPr="00D018C3">
        <w:rPr>
          <w:sz w:val="20"/>
        </w:rPr>
        <w:t>tehingu vormistaja</w:t>
      </w:r>
      <w:r w:rsidR="005253F3" w:rsidRPr="00D018C3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8B5D77" w:rsidRPr="0025588C" w14:paraId="54E0D44D" w14:textId="77777777" w:rsidTr="00304BD8">
        <w:tc>
          <w:tcPr>
            <w:tcW w:w="1093" w:type="pct"/>
            <w:shd w:val="clear" w:color="auto" w:fill="auto"/>
          </w:tcPr>
          <w:p w14:paraId="7A2A7781" w14:textId="77777777" w:rsidR="008B5D77" w:rsidRPr="0025588C" w:rsidRDefault="008B5D77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A379370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1200807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8B5D77" w:rsidRPr="00C779E1" w14:paraId="17C8B0DC" w14:textId="77777777" w:rsidTr="00304BD8">
        <w:tc>
          <w:tcPr>
            <w:tcW w:w="1093" w:type="pct"/>
            <w:shd w:val="clear" w:color="auto" w:fill="auto"/>
          </w:tcPr>
          <w:p w14:paraId="503D6D0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Eve Merbach</w:t>
            </w:r>
          </w:p>
        </w:tc>
        <w:tc>
          <w:tcPr>
            <w:tcW w:w="1798" w:type="pct"/>
            <w:shd w:val="clear" w:color="auto" w:fill="auto"/>
          </w:tcPr>
          <w:p w14:paraId="5F8D9F2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676 7951</w:t>
            </w:r>
          </w:p>
        </w:tc>
        <w:tc>
          <w:tcPr>
            <w:tcW w:w="2109" w:type="pct"/>
            <w:shd w:val="clear" w:color="auto" w:fill="auto"/>
          </w:tcPr>
          <w:p w14:paraId="57209388" w14:textId="77777777" w:rsidR="008B5D77" w:rsidRPr="00C779E1" w:rsidRDefault="00561E48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="008B5D77" w:rsidRPr="0063689C">
                <w:rPr>
                  <w:rStyle w:val="Hyperlink"/>
                  <w:sz w:val="20"/>
                </w:rPr>
                <w:t>aktid.kirde@rmk.ee</w:t>
              </w:r>
            </w:hyperlink>
            <w:r w:rsidR="008B5D77">
              <w:rPr>
                <w:sz w:val="20"/>
              </w:rPr>
              <w:t xml:space="preserve"> </w:t>
            </w:r>
            <w:r w:rsidR="008B5D77" w:rsidRPr="00C779E1">
              <w:rPr>
                <w:sz w:val="20"/>
              </w:rPr>
              <w:t xml:space="preserve"> </w:t>
            </w:r>
          </w:p>
        </w:tc>
      </w:tr>
    </w:tbl>
    <w:p w14:paraId="6ACD398F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vastuvõtja ja mõõtja on:</w:t>
      </w:r>
    </w:p>
    <w:tbl>
      <w:tblPr>
        <w:tblW w:w="2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</w:tblGrid>
      <w:tr w:rsidR="00100A84" w:rsidRPr="0025588C" w14:paraId="50DA1390" w14:textId="77777777" w:rsidTr="00100A84">
        <w:tc>
          <w:tcPr>
            <w:tcW w:w="1891" w:type="pct"/>
            <w:shd w:val="clear" w:color="auto" w:fill="auto"/>
          </w:tcPr>
          <w:p w14:paraId="489755D2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3109" w:type="pct"/>
            <w:shd w:val="clear" w:color="auto" w:fill="auto"/>
          </w:tcPr>
          <w:p w14:paraId="70C43AEB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</w:tr>
      <w:tr w:rsidR="00D86BDD" w:rsidRPr="00C779E1" w14:paraId="025B9546" w14:textId="77777777" w:rsidTr="00100A84">
        <w:tc>
          <w:tcPr>
            <w:tcW w:w="1891" w:type="pct"/>
            <w:shd w:val="clear" w:color="auto" w:fill="auto"/>
          </w:tcPr>
          <w:p w14:paraId="592D5813" w14:textId="150ECDC2" w:rsidR="00D86BDD" w:rsidRPr="00C779E1" w:rsidRDefault="00D86BDD" w:rsidP="00D86BDD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A7275">
              <w:rPr>
                <w:sz w:val="20"/>
              </w:rPr>
              <w:t>Andres Pärnpuu</w:t>
            </w:r>
          </w:p>
        </w:tc>
        <w:tc>
          <w:tcPr>
            <w:tcW w:w="3109" w:type="pct"/>
            <w:shd w:val="clear" w:color="auto" w:fill="auto"/>
          </w:tcPr>
          <w:p w14:paraId="3B98A5CC" w14:textId="14959AC4" w:rsidR="00D86BDD" w:rsidRPr="00C779E1" w:rsidRDefault="00D86BDD" w:rsidP="00D86BDD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02DA0">
              <w:rPr>
                <w:sz w:val="20"/>
              </w:rPr>
              <w:t>564 69083</w:t>
            </w:r>
          </w:p>
        </w:tc>
      </w:tr>
    </w:tbl>
    <w:p w14:paraId="767E93BD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100A84" w:rsidRPr="0025588C" w14:paraId="0D1D58E5" w14:textId="77777777" w:rsidTr="00304BD8">
        <w:tc>
          <w:tcPr>
            <w:tcW w:w="1093" w:type="pct"/>
            <w:shd w:val="clear" w:color="auto" w:fill="auto"/>
          </w:tcPr>
          <w:p w14:paraId="67ED3B71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30E58C9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2870DEBA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D86BDD" w:rsidRPr="00C779E1" w14:paraId="5FA94151" w14:textId="77777777" w:rsidTr="00304BD8">
        <w:tc>
          <w:tcPr>
            <w:tcW w:w="1093" w:type="pct"/>
            <w:shd w:val="clear" w:color="auto" w:fill="auto"/>
          </w:tcPr>
          <w:p w14:paraId="39E7FC12" w14:textId="07C81365" w:rsidR="00D86BDD" w:rsidRPr="00C779E1" w:rsidRDefault="00D86BDD" w:rsidP="00D86BDD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A7275">
              <w:rPr>
                <w:sz w:val="20"/>
              </w:rPr>
              <w:t>Andres Pärnpuu</w:t>
            </w:r>
          </w:p>
        </w:tc>
        <w:tc>
          <w:tcPr>
            <w:tcW w:w="1798" w:type="pct"/>
            <w:shd w:val="clear" w:color="auto" w:fill="auto"/>
          </w:tcPr>
          <w:p w14:paraId="13BDFED5" w14:textId="166DBCA6" w:rsidR="00D86BDD" w:rsidRPr="00C779E1" w:rsidRDefault="00D86BDD" w:rsidP="00D86BDD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02DA0">
              <w:rPr>
                <w:sz w:val="20"/>
              </w:rPr>
              <w:t>564 69083</w:t>
            </w:r>
          </w:p>
        </w:tc>
        <w:tc>
          <w:tcPr>
            <w:tcW w:w="2109" w:type="pct"/>
            <w:shd w:val="clear" w:color="auto" w:fill="auto"/>
          </w:tcPr>
          <w:p w14:paraId="7AE5DF02" w14:textId="6F896DF9" w:rsidR="00D86BDD" w:rsidRPr="00C779E1" w:rsidRDefault="00561E48" w:rsidP="00D86BDD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="00D86BDD" w:rsidRPr="00BC12E3">
                <w:rPr>
                  <w:rStyle w:val="Hyperlink"/>
                  <w:i/>
                  <w:sz w:val="20"/>
                </w:rPr>
                <w:t>expertline.arved@gmail.com</w:t>
              </w:r>
            </w:hyperlink>
            <w:r w:rsidR="00D86BDD">
              <w:rPr>
                <w:sz w:val="20"/>
              </w:rPr>
              <w:t xml:space="preserve"> </w:t>
            </w:r>
            <w:r w:rsidR="00D86BDD" w:rsidRPr="00202DA0">
              <w:rPr>
                <w:sz w:val="20"/>
              </w:rPr>
              <w:t xml:space="preserve"> </w:t>
            </w:r>
          </w:p>
        </w:tc>
      </w:tr>
    </w:tbl>
    <w:p w14:paraId="43DAC9E4" w14:textId="77777777" w:rsidR="00293770" w:rsidRPr="00D018C3" w:rsidRDefault="00293770" w:rsidP="00A53E7F">
      <w:pPr>
        <w:pStyle w:val="Pealkiri21"/>
        <w:rPr>
          <w:sz w:val="20"/>
        </w:rPr>
      </w:pPr>
      <w:r w:rsidRPr="00D018C3">
        <w:rPr>
          <w:sz w:val="20"/>
        </w:rPr>
        <w:t>Lepingu punktis 2.12. - 2.14. toodud poolte kontaktandmete muutumisel on  vastav pool kohustatud teavitama teist poolt viivitamatult.</w:t>
      </w: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186C62" w14:textId="15E41B45" w:rsidR="00D514A5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lastRenderedPageBreak/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6AF6E5D4" w14:textId="2B0911F0" w:rsidR="000D0ED0" w:rsidRPr="00D018C3" w:rsidRDefault="000D0ED0" w:rsidP="007D7794">
            <w:pPr>
              <w:rPr>
                <w:sz w:val="20"/>
              </w:rPr>
            </w:pPr>
            <w:r>
              <w:rPr>
                <w:sz w:val="20"/>
              </w:rPr>
              <w:t>Ettemaksugraafik lisa 3</w:t>
            </w:r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00033461" w:rsidR="00151D79" w:rsidRPr="008B5D77" w:rsidRDefault="00D4333E" w:rsidP="008B5D77">
      <w:pPr>
        <w:pStyle w:val="Pealkiri21"/>
        <w:numPr>
          <w:ilvl w:val="1"/>
          <w:numId w:val="32"/>
        </w:numPr>
        <w:rPr>
          <w:sz w:val="20"/>
        </w:rPr>
      </w:pPr>
      <w:r w:rsidRPr="008B5D77">
        <w:rPr>
          <w:sz w:val="20"/>
        </w:rPr>
        <w:t>Müüja</w:t>
      </w:r>
      <w:r w:rsidR="005253F3" w:rsidRPr="008B5D77">
        <w:rPr>
          <w:sz w:val="20"/>
        </w:rPr>
        <w:t xml:space="preserve"> esitab </w:t>
      </w:r>
      <w:r w:rsidR="00151D79" w:rsidRPr="008B5D77">
        <w:rPr>
          <w:sz w:val="20"/>
        </w:rPr>
        <w:t xml:space="preserve">ettemaksu laekumisel </w:t>
      </w:r>
      <w:r w:rsidR="005253F3" w:rsidRPr="008B5D77">
        <w:rPr>
          <w:sz w:val="20"/>
        </w:rPr>
        <w:t xml:space="preserve">arved </w:t>
      </w:r>
      <w:r w:rsidR="0094376B" w:rsidRPr="008B5D77">
        <w:rPr>
          <w:sz w:val="20"/>
        </w:rPr>
        <w:t>m</w:t>
      </w:r>
      <w:r w:rsidRPr="008B5D77">
        <w:rPr>
          <w:sz w:val="20"/>
        </w:rPr>
        <w:t>etsamaterjal</w:t>
      </w:r>
      <w:r w:rsidR="005253F3" w:rsidRPr="008B5D77">
        <w:rPr>
          <w:sz w:val="20"/>
        </w:rPr>
        <w:t xml:space="preserve">i eest elektrooniliselt e-posti aadressile: </w:t>
      </w:r>
      <w:hyperlink r:id="rId16" w:history="1">
        <w:r w:rsidR="000D0ED0" w:rsidRPr="000D0ED0">
          <w:rPr>
            <w:rStyle w:val="Hyperlink"/>
            <w:i/>
            <w:sz w:val="20"/>
          </w:rPr>
          <w:t>expertline.arved@gmail.com</w:t>
        </w:r>
      </w:hyperlink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täitmiseni mõlema poole poolt.</w:t>
      </w:r>
    </w:p>
    <w:p w14:paraId="689A2B1D" w14:textId="59A0A34F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 xml:space="preserve">Lepingu kehtivuse periood on </w:t>
      </w:r>
      <w:r w:rsidR="008B5D77">
        <w:rPr>
          <w:sz w:val="20"/>
        </w:rPr>
        <w:t>09.01.2024 – 31.12.2024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7" w:history="1">
        <w:r w:rsidRPr="00D018C3">
          <w:rPr>
            <w:rStyle w:val="Hy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55200542" w:rsidR="004623EE" w:rsidRPr="00D018C3" w:rsidRDefault="000D0ED0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0D0ED0">
              <w:rPr>
                <w:sz w:val="20"/>
              </w:rPr>
              <w:t>Andres Pärnpuu</w:t>
            </w:r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40E956C5" w:rsidR="00174319" w:rsidRDefault="0017431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E48">
          <w:rPr>
            <w:noProof/>
          </w:rPr>
          <w:t>3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4"/>
  </w:num>
  <w:num w:numId="5">
    <w:abstractNumId w:val="15"/>
  </w:num>
  <w:num w:numId="6">
    <w:abstractNumId w:val="18"/>
  </w:num>
  <w:num w:numId="7">
    <w:abstractNumId w:val="20"/>
  </w:num>
  <w:num w:numId="8">
    <w:abstractNumId w:val="5"/>
  </w:num>
  <w:num w:numId="9">
    <w:abstractNumId w:val="7"/>
  </w:num>
  <w:num w:numId="10">
    <w:abstractNumId w:val="1"/>
  </w:num>
  <w:num w:numId="11">
    <w:abstractNumId w:val="2"/>
  </w:num>
  <w:num w:numId="12">
    <w:abstractNumId w:val="12"/>
  </w:num>
  <w:num w:numId="13">
    <w:abstractNumId w:val="17"/>
  </w:num>
  <w:num w:numId="14">
    <w:abstractNumId w:val="8"/>
  </w:num>
  <w:num w:numId="15">
    <w:abstractNumId w:val="4"/>
  </w:num>
  <w:num w:numId="16">
    <w:abstractNumId w:val="17"/>
  </w:num>
  <w:num w:numId="1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"/>
  </w:num>
  <w:num w:numId="24">
    <w:abstractNumId w:val="19"/>
  </w:num>
  <w:num w:numId="25">
    <w:abstractNumId w:val="6"/>
  </w:num>
  <w:num w:numId="26">
    <w:abstractNumId w:val="11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6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2069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0ED0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1E48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4413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BDD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expertline.arved@gmai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xpertline.arved@gmai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xpertline.arved@gmail.com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kirde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1DC93C662849EF98D1A3837B0303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DD8300-9180-417D-B7D2-8DD143635AC5}"/>
      </w:docPartPr>
      <w:docPartBody>
        <w:p w:rsidR="0022161A" w:rsidRDefault="0022161A" w:rsidP="0022161A">
          <w:pPr>
            <w:pStyle w:val="711DC93C662849EF98D1A3837B03030A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1A"/>
    <w:rsid w:val="0022161A"/>
    <w:rsid w:val="008B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008"/>
  </w:style>
  <w:style w:type="paragraph" w:customStyle="1" w:styleId="A81A70C5EB394A5F81C993B183142563">
    <w:name w:val="A81A70C5EB394A5F81C993B183142563"/>
  </w:style>
  <w:style w:type="paragraph" w:customStyle="1" w:styleId="B32CA5BF7BB14798A14775B4A2318903">
    <w:name w:val="B32CA5BF7BB14798A14775B4A2318903"/>
  </w:style>
  <w:style w:type="paragraph" w:customStyle="1" w:styleId="D4BD643989B343A089493F5DA9993E48">
    <w:name w:val="D4BD643989B343A089493F5DA9993E48"/>
  </w:style>
  <w:style w:type="paragraph" w:customStyle="1" w:styleId="0B8992CE28CB4D988B25DAA4C62F0DE6">
    <w:name w:val="0B8992CE28CB4D988B25DAA4C62F0DE6"/>
  </w:style>
  <w:style w:type="paragraph" w:customStyle="1" w:styleId="6A83F8DE02E148498E9BFB1BFEEC60FA">
    <w:name w:val="6A83F8DE02E148498E9BFB1BFEEC60FA"/>
  </w:style>
  <w:style w:type="paragraph" w:customStyle="1" w:styleId="662AD2D7608A4F3FB6ED4BC9D71ADABD">
    <w:name w:val="662AD2D7608A4F3FB6ED4BC9D71ADABD"/>
  </w:style>
  <w:style w:type="paragraph" w:customStyle="1" w:styleId="0B0B9AF655CA4EE497E936E3480CE378">
    <w:name w:val="0B0B9AF655CA4EE497E936E3480CE378"/>
  </w:style>
  <w:style w:type="paragraph" w:customStyle="1" w:styleId="2FE01D59C0C7408A8BBE5E38C6ABE995">
    <w:name w:val="2FE01D59C0C7408A8BBE5E38C6ABE995"/>
  </w:style>
  <w:style w:type="paragraph" w:customStyle="1" w:styleId="CD661DE94E73439EB2E4F9DB3944363A">
    <w:name w:val="CD661DE94E73439EB2E4F9DB3944363A"/>
  </w:style>
  <w:style w:type="paragraph" w:customStyle="1" w:styleId="8188CA391CAE4860A36DEF8A9C62B6A6">
    <w:name w:val="8188CA391CAE4860A36DEF8A9C62B6A6"/>
  </w:style>
  <w:style w:type="paragraph" w:customStyle="1" w:styleId="06229116474C43CDBF2280C45F24C360">
    <w:name w:val="06229116474C43CDBF2280C45F24C360"/>
  </w:style>
  <w:style w:type="paragraph" w:customStyle="1" w:styleId="57830AE1E3594F47B059874349B7F5E2">
    <w:name w:val="57830AE1E3594F47B059874349B7F5E2"/>
  </w:style>
  <w:style w:type="paragraph" w:customStyle="1" w:styleId="F1A4EC48987941268804DB0042DE1E8D">
    <w:name w:val="F1A4EC48987941268804DB0042DE1E8D"/>
  </w:style>
  <w:style w:type="paragraph" w:customStyle="1" w:styleId="5BE60394294C4461A6B2F70CE476662A">
    <w:name w:val="5BE60394294C4461A6B2F70CE476662A"/>
  </w:style>
  <w:style w:type="paragraph" w:customStyle="1" w:styleId="FD0B8AE2B637421CA350ECD238F6D7C6">
    <w:name w:val="FD0B8AE2B637421CA350ECD238F6D7C6"/>
  </w:style>
  <w:style w:type="paragraph" w:customStyle="1" w:styleId="9791AE26E5A84BF7874312D244963E4A">
    <w:name w:val="9791AE26E5A84BF7874312D244963E4A"/>
  </w:style>
  <w:style w:type="paragraph" w:customStyle="1" w:styleId="9EC6461566904FA2BC868E96945A9116">
    <w:name w:val="9EC6461566904FA2BC868E96945A9116"/>
  </w:style>
  <w:style w:type="paragraph" w:customStyle="1" w:styleId="2873EAE1A9FC4439AC38E3D02D2FBBC6">
    <w:name w:val="2873EAE1A9FC4439AC38E3D02D2FBBC6"/>
  </w:style>
  <w:style w:type="paragraph" w:customStyle="1" w:styleId="AB99201ECD554710B781A69CF348CF63">
    <w:name w:val="AB99201ECD554710B781A69CF348CF63"/>
  </w:style>
  <w:style w:type="paragraph" w:customStyle="1" w:styleId="135CD7323BDE442BBCB538DB96E8F1BB">
    <w:name w:val="135CD7323BDE442BBCB538DB96E8F1BB"/>
  </w:style>
  <w:style w:type="paragraph" w:customStyle="1" w:styleId="B1388F54239341E786A8A3BD1EF169C4">
    <w:name w:val="B1388F54239341E786A8A3BD1EF169C4"/>
  </w:style>
  <w:style w:type="paragraph" w:customStyle="1" w:styleId="711DC93C662849EF98D1A3837B03030A">
    <w:name w:val="711DC93C662849EF98D1A3837B03030A"/>
    <w:rsid w:val="0022161A"/>
  </w:style>
  <w:style w:type="paragraph" w:customStyle="1" w:styleId="F320B38DBEF44338A45B2C30980475A7">
    <w:name w:val="F320B38DBEF44338A45B2C30980475A7"/>
    <w:rsid w:val="008B1008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7CA01-BBE8-495A-9C95-9A006AE85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</Template>
  <TotalTime>4</TotalTime>
  <Pages>3</Pages>
  <Words>1234</Words>
  <Characters>7158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8376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6</cp:revision>
  <cp:lastPrinted>2011-09-19T08:13:00Z</cp:lastPrinted>
  <dcterms:created xsi:type="dcterms:W3CDTF">2024-01-12T08:59:00Z</dcterms:created>
  <dcterms:modified xsi:type="dcterms:W3CDTF">2024-01-12T10:50:00Z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